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55" w:rsidRDefault="00164F55" w:rsidP="003A79A0">
      <w:pPr>
        <w:jc w:val="center"/>
        <w:rPr>
          <w:lang w:bidi="ar-JO"/>
        </w:rPr>
      </w:pPr>
      <w:r>
        <w:rPr>
          <w:rFonts w:cs="Times New Roman"/>
          <w:sz w:val="28"/>
          <w:szCs w:val="28"/>
        </w:rPr>
        <w:br/>
      </w:r>
      <w:r w:rsidRPr="00E35FDA">
        <w:rPr>
          <w:rFonts w:cs="Times New Roman"/>
          <w:sz w:val="28"/>
          <w:szCs w:val="28"/>
        </w:rPr>
        <w:t>Class/Level :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6   </w:t>
      </w:r>
      <w:r w:rsidRPr="00D25996">
        <w:rPr>
          <w:rFonts w:cs="Times New Roman"/>
          <w:sz w:val="28"/>
          <w:szCs w:val="28"/>
        </w:rPr>
        <w:t xml:space="preserve">  grade </w:t>
      </w:r>
      <w:r w:rsidRPr="00E35FDA">
        <w:rPr>
          <w:rFonts w:cs="Times New Roman"/>
          <w:sz w:val="28"/>
          <w:szCs w:val="28"/>
        </w:rPr>
        <w:t xml:space="preserve">              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 w:val="0"/>
          <w:bCs w:val="0"/>
          <w:sz w:val="28"/>
          <w:szCs w:val="28"/>
        </w:rPr>
        <w:t xml:space="preserve">         </w:t>
      </w:r>
      <w:r>
        <w:rPr>
          <w:rFonts w:cs="Times New Roman"/>
          <w:sz w:val="28"/>
          <w:szCs w:val="28"/>
        </w:rPr>
        <w:t xml:space="preserve">                </w:t>
      </w:r>
      <w:r>
        <w:rPr>
          <w:rFonts w:cs="Times New Roman"/>
          <w:b w:val="0"/>
          <w:bCs w:val="0"/>
          <w:sz w:val="28"/>
          <w:szCs w:val="28"/>
        </w:rPr>
        <w:t xml:space="preserve">          </w:t>
      </w:r>
      <w:r w:rsidRPr="00E35FDA">
        <w:rPr>
          <w:rFonts w:cs="Times New Roman"/>
          <w:sz w:val="28"/>
          <w:szCs w:val="28"/>
        </w:rPr>
        <w:t xml:space="preserve">     Unit  :</w:t>
      </w:r>
      <w:r>
        <w:rPr>
          <w:rFonts w:cs="Times New Roman"/>
          <w:b w:val="0"/>
          <w:bCs w:val="0"/>
          <w:sz w:val="28"/>
          <w:szCs w:val="28"/>
        </w:rPr>
        <w:t xml:space="preserve"> 11                                                                </w:t>
      </w:r>
      <w:r>
        <w:rPr>
          <w:rFonts w:cs="Times New Roman"/>
          <w:sz w:val="28"/>
          <w:szCs w:val="28"/>
        </w:rPr>
        <w:t xml:space="preserve">       </w:t>
      </w:r>
      <w:r w:rsidRPr="00E35FDA">
        <w:rPr>
          <w:rFonts w:cs="Times New Roman"/>
          <w:sz w:val="28"/>
          <w:szCs w:val="28"/>
        </w:rPr>
        <w:t xml:space="preserve">             Pages :</w:t>
      </w:r>
      <w:r>
        <w:rPr>
          <w:rFonts w:cs="Times New Roman"/>
          <w:sz w:val="28"/>
          <w:szCs w:val="28"/>
        </w:rPr>
        <w:t>55-59</w:t>
      </w:r>
      <w:r w:rsidRPr="00D25996">
        <w:rPr>
          <w:rFonts w:cs="Times New Roman"/>
          <w:sz w:val="28"/>
          <w:szCs w:val="28"/>
        </w:rPr>
        <w:t xml:space="preserve"> </w:t>
      </w:r>
      <w:r>
        <w:rPr>
          <w:rFonts w:hint="cs"/>
          <w:rtl/>
          <w:lang w:bidi="ar-JO"/>
        </w:rPr>
        <w:t xml:space="preserve"> </w:t>
      </w:r>
      <w:r>
        <w:rPr>
          <w:rtl/>
          <w:lang w:bidi="ar-JO"/>
        </w:rPr>
        <w:br/>
      </w:r>
      <w:r>
        <w:rPr>
          <w:rFonts w:hint="cs"/>
          <w:rtl/>
          <w:lang w:bidi="ar-JO"/>
        </w:rPr>
        <w:br/>
      </w:r>
      <w:r>
        <w:rPr>
          <w:rFonts w:hint="cs"/>
          <w:rtl/>
          <w:lang w:bidi="ar-JO"/>
        </w:rPr>
        <w:br/>
      </w:r>
    </w:p>
    <w:tbl>
      <w:tblPr>
        <w:tblpPr w:leftFromText="180" w:rightFromText="180" w:vertAnchor="page" w:horzAnchor="margin" w:tblpXSpec="center" w:tblpY="28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273"/>
        <w:gridCol w:w="2296"/>
        <w:gridCol w:w="2604"/>
        <w:gridCol w:w="2355"/>
      </w:tblGrid>
      <w:tr w:rsidR="00164F55" w:rsidRPr="00A21397" w:rsidTr="002F7F57">
        <w:trPr>
          <w:trHeight w:val="467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64F55" w:rsidRPr="0014740A" w:rsidRDefault="00164F55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Value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64F55" w:rsidRPr="0014740A" w:rsidRDefault="00164F55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</w:rPr>
            </w:pPr>
            <w:r w:rsidRPr="0014740A">
              <w:rPr>
                <w:rFonts w:cs="Times New Roman"/>
                <w:sz w:val="32"/>
                <w:szCs w:val="32"/>
              </w:rPr>
              <w:t>Vocabulary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64F55" w:rsidRPr="0014740A" w:rsidRDefault="00164F55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32"/>
                <w:szCs w:val="32"/>
              </w:rPr>
              <w:t>Skills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64F55" w:rsidRPr="0014740A" w:rsidRDefault="00164F55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</w:rPr>
            </w:pPr>
            <w:r w:rsidRPr="0014740A">
              <w:rPr>
                <w:rFonts w:cs="Times New Roman"/>
                <w:sz w:val="28"/>
                <w:szCs w:val="28"/>
              </w:rPr>
              <w:t>Functions and Activities</w:t>
            </w:r>
            <w:r w:rsidRPr="0014740A">
              <w:rPr>
                <w:rFonts w:cs="Times New Roman"/>
                <w:sz w:val="32"/>
                <w:szCs w:val="32"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64F55" w:rsidRPr="0014740A" w:rsidRDefault="00164F55" w:rsidP="002F7F57">
            <w:pPr>
              <w:spacing w:after="0" w:line="240" w:lineRule="auto"/>
              <w:jc w:val="center"/>
              <w:rPr>
                <w:rFonts w:cs="Times New Roman"/>
                <w:sz w:val="32"/>
                <w:szCs w:val="32"/>
                <w:rtl/>
                <w:lang w:bidi="ar-JO"/>
              </w:rPr>
            </w:pPr>
            <w:r w:rsidRPr="0014740A">
              <w:rPr>
                <w:rFonts w:cs="Times New Roman"/>
                <w:sz w:val="32"/>
                <w:szCs w:val="32"/>
              </w:rPr>
              <w:t>Structure</w:t>
            </w:r>
          </w:p>
        </w:tc>
      </w:tr>
      <w:tr w:rsidR="00164F55" w:rsidRPr="00A21397" w:rsidTr="0014740A">
        <w:trPr>
          <w:trHeight w:val="3872"/>
        </w:trPr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64F55" w:rsidRPr="00D25996" w:rsidRDefault="00164F55" w:rsidP="003A79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To know how to describe a process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64F55" w:rsidRPr="00D25996" w:rsidRDefault="00164F55" w:rsidP="003A79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rake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spade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tractor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shovel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clump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modern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dig up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boil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  <w:t>spot</w:t>
            </w:r>
            <w:r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  <w:br/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4F55" w:rsidRPr="00D25996" w:rsidRDefault="00164F55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164F55" w:rsidRPr="00D25996" w:rsidRDefault="00164F55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Reading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 xml:space="preserve"> skim text for specific information</w:t>
            </w:r>
          </w:p>
          <w:p w:rsidR="00164F55" w:rsidRPr="00D25996" w:rsidRDefault="00164F55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164F55" w:rsidRDefault="00164F55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  <w:lang w:bidi="ar-JO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Writing _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dictated sentences using correct punctuation</w:t>
            </w:r>
          </w:p>
          <w:p w:rsidR="00164F55" w:rsidRPr="00D25996" w:rsidRDefault="00164F55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164F55" w:rsidRPr="00D25996" w:rsidRDefault="00164F55" w:rsidP="00703763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Speaking/Listening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t>_</w:t>
            </w:r>
            <w:r w:rsidRPr="00D25996"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t>for comprehension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64F55" w:rsidRPr="00D25996" w:rsidRDefault="00164F55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164F55" w:rsidRPr="00D25996" w:rsidRDefault="00164F55" w:rsidP="003A79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-Describing a process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-Talking about present wishes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64F55" w:rsidRPr="00D25996" w:rsidRDefault="00164F55" w:rsidP="007A29B2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</w:p>
          <w:p w:rsidR="00164F55" w:rsidRPr="00D25996" w:rsidRDefault="00164F55" w:rsidP="003A79A0">
            <w:pPr>
              <w:bidi w:val="0"/>
              <w:spacing w:after="0" w:line="240" w:lineRule="auto"/>
              <w:jc w:val="center"/>
              <w:rPr>
                <w:rFonts w:cs="Times New Roman"/>
                <w:b w:val="0"/>
                <w:bCs w:val="0"/>
                <w:sz w:val="32"/>
                <w:szCs w:val="32"/>
              </w:rPr>
            </w:pPr>
            <w:r>
              <w:rPr>
                <w:rFonts w:cs="Times New Roman"/>
                <w:b w:val="0"/>
                <w:bCs w:val="0"/>
                <w:sz w:val="32"/>
                <w:szCs w:val="32"/>
              </w:rPr>
              <w:t>-some … any</w:t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</w:r>
            <w:r>
              <w:rPr>
                <w:rFonts w:cs="Times New Roman"/>
                <w:b w:val="0"/>
                <w:bCs w:val="0"/>
                <w:sz w:val="32"/>
                <w:szCs w:val="32"/>
              </w:rPr>
              <w:br/>
              <w:t>-I wish …</w:t>
            </w:r>
          </w:p>
        </w:tc>
      </w:tr>
    </w:tbl>
    <w:p w:rsidR="00501F4B" w:rsidRDefault="005D4CEA" w:rsidP="005D4CEA">
      <w:pPr>
        <w:rPr>
          <w:lang w:bidi="ar-JO"/>
        </w:rPr>
      </w:pPr>
    </w:p>
    <w:sectPr w:rsidR="00501F4B" w:rsidSect="0014740A">
      <w:headerReference w:type="default" r:id="rId6"/>
      <w:footerReference w:type="default" r:id="rId7"/>
      <w:pgSz w:w="16838" w:h="11906" w:orient="landscape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D9" w:rsidRDefault="005925D9" w:rsidP="0014740A">
      <w:pPr>
        <w:spacing w:after="0" w:line="240" w:lineRule="auto"/>
      </w:pPr>
      <w:r>
        <w:separator/>
      </w:r>
    </w:p>
  </w:endnote>
  <w:end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Default="0014740A">
    <w:pPr>
      <w:pStyle w:val="a4"/>
    </w:pPr>
    <w:r w:rsidRPr="00A21397">
      <w:rPr>
        <w:sz w:val="28"/>
        <w:szCs w:val="28"/>
      </w:rPr>
      <w:t>From # QF71-1-49rev.a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D9" w:rsidRDefault="005925D9" w:rsidP="0014740A">
      <w:pPr>
        <w:spacing w:after="0" w:line="240" w:lineRule="auto"/>
      </w:pPr>
      <w:r>
        <w:separator/>
      </w:r>
    </w:p>
  </w:footnote>
  <w:footnote w:type="continuationSeparator" w:id="0">
    <w:p w:rsidR="005925D9" w:rsidRDefault="005925D9" w:rsidP="0014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40A" w:rsidRPr="005D4CEA" w:rsidRDefault="005D4CEA" w:rsidP="005D4CEA">
    <w:pPr>
      <w:pStyle w:val="a3"/>
      <w:jc w:val="center"/>
      <w:rPr>
        <w:b w:val="0"/>
        <w:bCs w:val="0"/>
        <w:lang w:bidi="ar-JO"/>
      </w:rPr>
    </w:pPr>
    <w:r>
      <w:rPr>
        <w:rFonts w:cs="Times New Roman"/>
        <w:b w:val="0"/>
        <w:bCs w:val="0"/>
      </w:rPr>
      <w:t>Content Analysis</w:t>
    </w:r>
    <w:r>
      <w:rPr>
        <w:rFonts w:cs="Times New Roman"/>
        <w:b w:val="0"/>
        <w:bCs w:val="0"/>
      </w:rPr>
      <w:br/>
    </w:r>
    <w:r>
      <w:rPr>
        <w:rFonts w:cs="Times New Roman"/>
        <w:b w:val="0"/>
        <w:bCs w:val="0"/>
        <w:lang w:bidi="ar-JO"/>
      </w:rPr>
      <w:t>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drawingGridHorizontalSpacing w:val="22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004"/>
    <w:rsid w:val="00131038"/>
    <w:rsid w:val="0014740A"/>
    <w:rsid w:val="00164F55"/>
    <w:rsid w:val="001960A2"/>
    <w:rsid w:val="001F1BBD"/>
    <w:rsid w:val="00224DED"/>
    <w:rsid w:val="00362EAD"/>
    <w:rsid w:val="003A79A0"/>
    <w:rsid w:val="0041748F"/>
    <w:rsid w:val="00463E20"/>
    <w:rsid w:val="005802C4"/>
    <w:rsid w:val="005925D9"/>
    <w:rsid w:val="005D4CEA"/>
    <w:rsid w:val="005E4227"/>
    <w:rsid w:val="00641604"/>
    <w:rsid w:val="00657C12"/>
    <w:rsid w:val="006761E8"/>
    <w:rsid w:val="006D2DD2"/>
    <w:rsid w:val="00703763"/>
    <w:rsid w:val="007774BB"/>
    <w:rsid w:val="007A29B2"/>
    <w:rsid w:val="008D7F9D"/>
    <w:rsid w:val="008E72A2"/>
    <w:rsid w:val="009551E2"/>
    <w:rsid w:val="00993326"/>
    <w:rsid w:val="00A54367"/>
    <w:rsid w:val="00B03F00"/>
    <w:rsid w:val="00B74004"/>
    <w:rsid w:val="00BA0C4A"/>
    <w:rsid w:val="00C64A78"/>
    <w:rsid w:val="00CE67F4"/>
    <w:rsid w:val="00D25996"/>
    <w:rsid w:val="00E0197F"/>
    <w:rsid w:val="00E2655A"/>
    <w:rsid w:val="00EA4205"/>
    <w:rsid w:val="00F2334D"/>
    <w:rsid w:val="00F3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b/>
        <w:bCs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2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4740A"/>
  </w:style>
  <w:style w:type="paragraph" w:styleId="a4">
    <w:name w:val="footer"/>
    <w:basedOn w:val="a"/>
    <w:link w:val="Char0"/>
    <w:uiPriority w:val="99"/>
    <w:semiHidden/>
    <w:unhideWhenUsed/>
    <w:rsid w:val="001474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4740A"/>
  </w:style>
  <w:style w:type="character" w:styleId="Hyperlink">
    <w:name w:val="Hyperlink"/>
    <w:basedOn w:val="a0"/>
    <w:uiPriority w:val="99"/>
    <w:unhideWhenUsed/>
    <w:rsid w:val="001310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2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2017\Desktop\&#1602;&#1575;&#1604;&#1576;%20&#1578;&#1581;&#1604;&#1610;&#1604;%20&#1605;&#1581;&#1578;&#1608;&#1609;%20&#1601;&#1575;&#1585;&#1594;.dot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قالب تحليل محتوى فارغ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cp:lastPrinted>2017-02-03T16:47:00Z</cp:lastPrinted>
  <dcterms:created xsi:type="dcterms:W3CDTF">2017-02-11T07:11:00Z</dcterms:created>
  <dcterms:modified xsi:type="dcterms:W3CDTF">2017-02-12T11:27:00Z</dcterms:modified>
</cp:coreProperties>
</file>